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6CC5" w:rsidRPr="0003736A" w:rsidRDefault="001D6CC5" w:rsidP="00F0533E">
      <w:pPr>
        <w:rPr>
          <w:noProof/>
        </w:rPr>
      </w:pPr>
      <w:bookmarkStart w:id="0" w:name="_GoBack"/>
      <w:bookmarkEnd w:id="0"/>
      <w:r>
        <w:rPr>
          <w:noProof/>
        </w:rPr>
        <w:t>Příloha č. 1 Smlouvy o dílo</w:t>
      </w:r>
    </w:p>
    <w:p w:rsidR="009F392E" w:rsidRDefault="003E40DA" w:rsidP="00F0533E">
      <w:pPr>
        <w:rPr>
          <w:b/>
          <w:noProof/>
          <w:color w:val="FF6600"/>
          <w:sz w:val="36"/>
          <w:szCs w:val="36"/>
        </w:rPr>
      </w:pPr>
      <w:r w:rsidRPr="003E40DA">
        <w:rPr>
          <w:b/>
          <w:noProof/>
          <w:color w:val="FF6600"/>
          <w:sz w:val="36"/>
          <w:szCs w:val="36"/>
        </w:rPr>
        <w:t>Seznam členů realizačního týmu</w:t>
      </w:r>
    </w:p>
    <w:p w:rsidR="003E40DA" w:rsidRPr="003E40DA" w:rsidRDefault="003E40DA" w:rsidP="00F0533E">
      <w:r w:rsidRPr="003E40DA">
        <w:rPr>
          <w:noProof/>
          <w:highlight w:val="green"/>
        </w:rPr>
        <w:t xml:space="preserve">Doplní </w:t>
      </w:r>
      <w:r w:rsidR="00775D17" w:rsidRPr="00775D17">
        <w:rPr>
          <w:noProof/>
          <w:highlight w:val="green"/>
        </w:rPr>
        <w:t>Zhotovitel</w:t>
      </w:r>
    </w:p>
    <w:sectPr w:rsidR="003E40DA" w:rsidRPr="003E40DA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2233" w:rsidRDefault="005F2233" w:rsidP="00962258">
      <w:pPr>
        <w:spacing w:after="0" w:line="240" w:lineRule="auto"/>
      </w:pPr>
      <w:r>
        <w:separator/>
      </w:r>
    </w:p>
  </w:endnote>
  <w:endnote w:type="continuationSeparator" w:id="0">
    <w:p w:rsidR="005F2233" w:rsidRDefault="005F223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F7C6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278FBF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C7BDE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3736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3736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3870B8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B6D5669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2233" w:rsidRDefault="005F2233" w:rsidP="00962258">
      <w:pPr>
        <w:spacing w:after="0" w:line="240" w:lineRule="auto"/>
      </w:pPr>
      <w:r>
        <w:separator/>
      </w:r>
    </w:p>
  </w:footnote>
  <w:footnote w:type="continuationSeparator" w:id="0">
    <w:p w:rsidR="005F2233" w:rsidRDefault="005F223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C62"/>
    <w:rsid w:val="0003736A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D6CC5"/>
    <w:rsid w:val="001F7C62"/>
    <w:rsid w:val="00207DF5"/>
    <w:rsid w:val="00280E07"/>
    <w:rsid w:val="002C31BF"/>
    <w:rsid w:val="002D08B1"/>
    <w:rsid w:val="002E0CD7"/>
    <w:rsid w:val="00341DCF"/>
    <w:rsid w:val="00357BC6"/>
    <w:rsid w:val="003956C6"/>
    <w:rsid w:val="003E40DA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5F2233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5D17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AE0D05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32767"/>
  <w15:docId w15:val="{9C4E8F88-9B15-4C1B-A498-76A9EC924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OddMTZ\Z%20Herdov&#225;\Vzory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31498E6-A3F5-4C1C-8712-0026017DF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papír.dotx</Template>
  <TotalTime>2</TotalTime>
  <Pages>1</Pages>
  <Words>11</Words>
  <Characters>66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5</cp:revision>
  <cp:lastPrinted>2017-11-28T17:18:00Z</cp:lastPrinted>
  <dcterms:created xsi:type="dcterms:W3CDTF">2022-06-07T13:27:00Z</dcterms:created>
  <dcterms:modified xsi:type="dcterms:W3CDTF">2022-06-08T08:48:00Z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